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116969" w14:textId="2D43DFED" w:rsidR="00236F7D" w:rsidRPr="00610194" w:rsidRDefault="00236F7D" w:rsidP="00236F7D">
      <w:pPr>
        <w:spacing w:line="480" w:lineRule="auto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Wykonawca:</w:t>
      </w:r>
    </w:p>
    <w:p w14:paraId="3405B66A" w14:textId="611FA320" w:rsidR="00236F7D" w:rsidRPr="00610194" w:rsidRDefault="00236F7D" w:rsidP="00F14C5A">
      <w:pPr>
        <w:ind w:right="5954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…………………………………</w:t>
      </w:r>
    </w:p>
    <w:p w14:paraId="5A33CF1B" w14:textId="77777777" w:rsidR="00236F7D" w:rsidRPr="00FF050C" w:rsidRDefault="00236F7D" w:rsidP="00F14C5A">
      <w:pPr>
        <w:spacing w:after="160"/>
        <w:ind w:right="5953"/>
        <w:rPr>
          <w:rFonts w:asciiTheme="minorHAnsi" w:eastAsia="Calibri" w:hAnsiTheme="minorHAnsi" w:cstheme="minorHAnsi"/>
          <w:i/>
          <w:color w:val="000000" w:themeColor="text1"/>
          <w:sz w:val="18"/>
          <w:szCs w:val="18"/>
          <w:lang w:eastAsia="en-US"/>
        </w:rPr>
      </w:pPr>
      <w:r w:rsidRPr="00FF050C">
        <w:rPr>
          <w:rFonts w:asciiTheme="minorHAnsi" w:eastAsia="Calibri" w:hAnsiTheme="minorHAnsi" w:cstheme="minorHAnsi"/>
          <w:i/>
          <w:color w:val="000000" w:themeColor="text1"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FF050C">
        <w:rPr>
          <w:rFonts w:asciiTheme="minorHAnsi" w:eastAsia="Calibri" w:hAnsiTheme="minorHAnsi" w:cstheme="minorHAnsi"/>
          <w:i/>
          <w:color w:val="000000" w:themeColor="text1"/>
          <w:sz w:val="18"/>
          <w:szCs w:val="18"/>
          <w:lang w:eastAsia="en-US"/>
        </w:rPr>
        <w:t>CEiDG</w:t>
      </w:r>
      <w:proofErr w:type="spellEnd"/>
      <w:r w:rsidRPr="00FF050C">
        <w:rPr>
          <w:rFonts w:asciiTheme="minorHAnsi" w:eastAsia="Calibri" w:hAnsiTheme="minorHAnsi" w:cstheme="minorHAnsi"/>
          <w:i/>
          <w:color w:val="000000" w:themeColor="text1"/>
          <w:sz w:val="18"/>
          <w:szCs w:val="18"/>
          <w:lang w:eastAsia="en-US"/>
        </w:rPr>
        <w:t>)</w:t>
      </w:r>
    </w:p>
    <w:p w14:paraId="109D2D68" w14:textId="77777777" w:rsidR="00236F7D" w:rsidRPr="00610194" w:rsidRDefault="00236F7D" w:rsidP="00F14C5A">
      <w:pPr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  <w:lang w:eastAsia="en-US"/>
        </w:rPr>
        <w:t>reprezentowany przez:</w:t>
      </w:r>
    </w:p>
    <w:p w14:paraId="78E3A626" w14:textId="77777777" w:rsidR="00236F7D" w:rsidRPr="00610194" w:rsidRDefault="00236F7D" w:rsidP="00F14C5A">
      <w:pPr>
        <w:ind w:right="5954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……………………………………</w:t>
      </w:r>
    </w:p>
    <w:p w14:paraId="506A08EC" w14:textId="77777777" w:rsidR="00236F7D" w:rsidRPr="00FF050C" w:rsidRDefault="00236F7D" w:rsidP="00F14C5A">
      <w:pPr>
        <w:ind w:right="5953"/>
        <w:rPr>
          <w:rFonts w:asciiTheme="minorHAnsi" w:eastAsia="Calibri" w:hAnsiTheme="minorHAnsi" w:cstheme="minorHAnsi"/>
          <w:i/>
          <w:color w:val="000000" w:themeColor="text1"/>
          <w:sz w:val="20"/>
          <w:szCs w:val="20"/>
          <w:lang w:eastAsia="en-US"/>
        </w:rPr>
      </w:pPr>
      <w:r w:rsidRPr="00FF050C">
        <w:rPr>
          <w:rFonts w:asciiTheme="minorHAnsi" w:eastAsia="Calibri" w:hAnsiTheme="minorHAnsi" w:cstheme="minorHAnsi"/>
          <w:i/>
          <w:color w:val="000000" w:themeColor="text1"/>
          <w:sz w:val="20"/>
          <w:szCs w:val="20"/>
          <w:lang w:eastAsia="en-US"/>
        </w:rPr>
        <w:t>(imię, nazwisko, stanowisko/podstawa do  reprezentacji)</w:t>
      </w:r>
    </w:p>
    <w:p w14:paraId="15C1D9FF" w14:textId="77777777" w:rsidR="00F14C5A" w:rsidRDefault="00F14C5A" w:rsidP="00D7199C">
      <w:pPr>
        <w:spacing w:before="120" w:after="80" w:line="360" w:lineRule="auto"/>
        <w:jc w:val="center"/>
        <w:rPr>
          <w:rFonts w:ascii="Myriad Pro" w:hAnsi="Myriad Pro" w:cs="Arial"/>
          <w:b/>
          <w:sz w:val="18"/>
          <w:szCs w:val="18"/>
        </w:rPr>
      </w:pPr>
    </w:p>
    <w:p w14:paraId="5C37FE9D" w14:textId="172F3BAA" w:rsidR="00D7199C" w:rsidRPr="00292CFA" w:rsidRDefault="00D7199C" w:rsidP="00D7199C">
      <w:pPr>
        <w:spacing w:before="120" w:after="8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92CFA">
        <w:rPr>
          <w:rFonts w:asciiTheme="minorHAnsi" w:hAnsiTheme="minorHAnsi" w:cstheme="minorHAnsi"/>
          <w:b/>
          <w:sz w:val="22"/>
          <w:szCs w:val="22"/>
        </w:rPr>
        <w:t xml:space="preserve">Oświadczenie Wykonawców wspólnie ubiegających się o </w:t>
      </w:r>
      <w:r w:rsidR="008045EF" w:rsidRPr="00292CFA">
        <w:rPr>
          <w:rFonts w:asciiTheme="minorHAnsi" w:hAnsiTheme="minorHAnsi" w:cstheme="minorHAnsi"/>
          <w:b/>
          <w:sz w:val="22"/>
          <w:szCs w:val="22"/>
        </w:rPr>
        <w:t>udzielenie zamówienia</w:t>
      </w:r>
    </w:p>
    <w:p w14:paraId="6B2FC691" w14:textId="77777777" w:rsidR="00D7199C" w:rsidRPr="007451F5" w:rsidRDefault="00D7199C" w:rsidP="00D7199C">
      <w:pPr>
        <w:spacing w:before="120" w:after="80" w:line="360" w:lineRule="auto"/>
        <w:jc w:val="both"/>
        <w:rPr>
          <w:rFonts w:ascii="Myriad Pro" w:hAnsi="Myriad Pro" w:cs="Arial"/>
          <w:b/>
          <w:sz w:val="18"/>
          <w:szCs w:val="18"/>
        </w:rPr>
      </w:pPr>
    </w:p>
    <w:p w14:paraId="22E19A58" w14:textId="0BF5829A" w:rsidR="00D7199C" w:rsidRPr="00E07A53" w:rsidRDefault="00D7199C" w:rsidP="00E07A53">
      <w:pPr>
        <w:jc w:val="both"/>
        <w:rPr>
          <w:rFonts w:cstheme="minorHAnsi"/>
          <w:b/>
          <w:bCs/>
        </w:rPr>
      </w:pPr>
      <w:r w:rsidRPr="00E07A53">
        <w:rPr>
          <w:rFonts w:asciiTheme="minorHAnsi" w:hAnsiTheme="minorHAnsi" w:cstheme="minorHAnsi"/>
          <w:bCs/>
          <w:sz w:val="22"/>
          <w:szCs w:val="22"/>
        </w:rPr>
        <w:t>Jako Wykonawcy wspólnie ubiegający się o udzielenie zamówienia w postępowaniu pn.</w:t>
      </w:r>
      <w:r w:rsidR="00292CFA" w:rsidRPr="00E07A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07A53" w:rsidRPr="00E07A53">
        <w:rPr>
          <w:rFonts w:asciiTheme="minorHAnsi" w:hAnsiTheme="minorHAnsi" w:cstheme="minorHAnsi"/>
          <w:b/>
          <w:sz w:val="22"/>
          <w:szCs w:val="22"/>
        </w:rPr>
        <w:t>Opracowanie wielobranżowej dokumentacji projektowej dla zadania pn. „Przebudowa budynku Sądu Rejonowego w Płocku – adaptacja powierzchni na potrzeby ar</w:t>
      </w:r>
      <w:r w:rsidR="007F1B4C">
        <w:rPr>
          <w:rFonts w:asciiTheme="minorHAnsi" w:hAnsiTheme="minorHAnsi" w:cstheme="minorHAnsi"/>
          <w:b/>
          <w:sz w:val="22"/>
          <w:szCs w:val="22"/>
        </w:rPr>
        <w:t>chiwum” wraz z</w:t>
      </w:r>
      <w:r w:rsidR="00E07A53" w:rsidRPr="00E07A53">
        <w:rPr>
          <w:rFonts w:asciiTheme="minorHAnsi" w:hAnsiTheme="minorHAnsi" w:cstheme="minorHAnsi"/>
          <w:b/>
          <w:sz w:val="22"/>
          <w:szCs w:val="22"/>
        </w:rPr>
        <w:t xml:space="preserve"> uzyskanie</w:t>
      </w:r>
      <w:r w:rsidR="007F1B4C">
        <w:rPr>
          <w:rFonts w:asciiTheme="minorHAnsi" w:hAnsiTheme="minorHAnsi" w:cstheme="minorHAnsi"/>
          <w:b/>
          <w:sz w:val="22"/>
          <w:szCs w:val="22"/>
        </w:rPr>
        <w:t>m</w:t>
      </w:r>
      <w:r w:rsidR="00E07A53" w:rsidRPr="00E07A53">
        <w:rPr>
          <w:rFonts w:asciiTheme="minorHAnsi" w:hAnsiTheme="minorHAnsi" w:cstheme="minorHAnsi"/>
          <w:b/>
          <w:sz w:val="22"/>
          <w:szCs w:val="22"/>
        </w:rPr>
        <w:t xml:space="preserve"> decyzji </w:t>
      </w:r>
      <w:r w:rsidR="00CA12FD">
        <w:rPr>
          <w:rFonts w:asciiTheme="minorHAnsi" w:hAnsiTheme="minorHAnsi" w:cstheme="minorHAnsi"/>
          <w:b/>
          <w:sz w:val="22"/>
          <w:szCs w:val="22"/>
        </w:rPr>
        <w:t xml:space="preserve">   </w:t>
      </w:r>
      <w:bookmarkStart w:id="0" w:name="_GoBack"/>
      <w:bookmarkEnd w:id="0"/>
      <w:r w:rsidR="00E07A53" w:rsidRPr="00E07A53">
        <w:rPr>
          <w:rFonts w:asciiTheme="minorHAnsi" w:hAnsiTheme="minorHAnsi" w:cstheme="minorHAnsi"/>
          <w:b/>
          <w:sz w:val="22"/>
          <w:szCs w:val="22"/>
        </w:rPr>
        <w:t xml:space="preserve">o pozwoleniu na budowę </w:t>
      </w:r>
      <w:r w:rsidR="00201E81" w:rsidRPr="00E07A53">
        <w:rPr>
          <w:rFonts w:asciiTheme="minorHAnsi" w:hAnsiTheme="minorHAnsi" w:cstheme="minorHAnsi"/>
          <w:b/>
          <w:sz w:val="22"/>
          <w:szCs w:val="22"/>
        </w:rPr>
        <w:t xml:space="preserve">znak </w:t>
      </w:r>
      <w:r w:rsidR="007F1B4C">
        <w:rPr>
          <w:rFonts w:asciiTheme="minorHAnsi" w:hAnsiTheme="minorHAnsi" w:cstheme="minorHAnsi"/>
          <w:b/>
          <w:sz w:val="22"/>
          <w:szCs w:val="22"/>
        </w:rPr>
        <w:t>OG.261.18</w:t>
      </w:r>
      <w:r w:rsidR="00E07A53" w:rsidRPr="00E07A53">
        <w:rPr>
          <w:rFonts w:asciiTheme="minorHAnsi" w:hAnsiTheme="minorHAnsi" w:cstheme="minorHAnsi"/>
          <w:b/>
          <w:sz w:val="22"/>
          <w:szCs w:val="22"/>
        </w:rPr>
        <w:t>.2025</w:t>
      </w:r>
      <w:r w:rsidR="00E07A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92CFA">
        <w:rPr>
          <w:rFonts w:asciiTheme="minorHAnsi" w:hAnsiTheme="minorHAnsi" w:cstheme="minorHAnsi"/>
          <w:sz w:val="22"/>
          <w:szCs w:val="22"/>
        </w:rPr>
        <w:t>oświadczamy, że warunek udziału w postępowaniu, o którym mowa w </w:t>
      </w:r>
      <w:r w:rsidRPr="00292CFA">
        <w:rPr>
          <w:rFonts w:asciiTheme="minorHAnsi" w:hAnsiTheme="minorHAnsi" w:cstheme="minorHAnsi"/>
          <w:b/>
          <w:sz w:val="22"/>
          <w:szCs w:val="22"/>
        </w:rPr>
        <w:t xml:space="preserve"> SWZ </w:t>
      </w:r>
      <w:r w:rsidRPr="00292CFA">
        <w:rPr>
          <w:rFonts w:asciiTheme="minorHAnsi" w:hAnsiTheme="minorHAnsi" w:cstheme="minorHAnsi"/>
          <w:sz w:val="22"/>
          <w:szCs w:val="22"/>
        </w:rPr>
        <w:t>dotyczący zdolności technicznej lub zawodowej spełnia:</w:t>
      </w:r>
    </w:p>
    <w:p w14:paraId="43EAEA93" w14:textId="4791A041" w:rsidR="00D7199C" w:rsidRPr="00FF050C" w:rsidRDefault="00D7199C" w:rsidP="00FF050C">
      <w:pPr>
        <w:spacing w:before="120" w:after="80" w:line="360" w:lineRule="auto"/>
        <w:ind w:firstLine="284"/>
        <w:rPr>
          <w:rFonts w:asciiTheme="minorHAnsi" w:hAnsiTheme="minorHAnsi" w:cstheme="minorHAnsi"/>
          <w:sz w:val="22"/>
          <w:szCs w:val="22"/>
        </w:rPr>
      </w:pPr>
      <w:r w:rsidRPr="00FF050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  <w:r w:rsidR="00FF050C">
        <w:rPr>
          <w:rFonts w:asciiTheme="minorHAnsi" w:hAnsiTheme="minorHAnsi" w:cstheme="minorHAnsi"/>
          <w:sz w:val="22"/>
          <w:szCs w:val="22"/>
        </w:rPr>
        <w:t>………………………………………………………….</w:t>
      </w:r>
    </w:p>
    <w:p w14:paraId="7C69F28C" w14:textId="132B6909" w:rsidR="00D7199C" w:rsidRPr="009A7594" w:rsidRDefault="00D7199C" w:rsidP="009A7594">
      <w:pPr>
        <w:spacing w:before="120" w:after="80" w:line="360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FF050C">
        <w:rPr>
          <w:rFonts w:asciiTheme="minorHAnsi" w:hAnsiTheme="minorHAnsi" w:cstheme="minorHAnsi"/>
          <w:sz w:val="18"/>
          <w:szCs w:val="18"/>
        </w:rPr>
        <w:t>(wskazanie firmy i adresu Wykonawcy spełniającego warunek)</w:t>
      </w:r>
    </w:p>
    <w:p w14:paraId="078AD003" w14:textId="77777777" w:rsidR="00D7199C" w:rsidRPr="00FF050C" w:rsidRDefault="00D7199C" w:rsidP="00D7199C">
      <w:pPr>
        <w:pStyle w:val="Akapitzlist"/>
        <w:spacing w:before="120" w:after="80" w:line="360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F050C">
        <w:rPr>
          <w:rFonts w:asciiTheme="minorHAnsi" w:hAnsiTheme="minorHAnsi" w:cstheme="minorHAnsi"/>
          <w:bCs/>
          <w:sz w:val="22"/>
          <w:szCs w:val="22"/>
        </w:rPr>
        <w:t>Oświadczamy, że wskazany powyżej Wykonawca wykona zakres zamówienia polegający na:</w:t>
      </w:r>
    </w:p>
    <w:p w14:paraId="735AACD2" w14:textId="2E735F72" w:rsidR="00D7199C" w:rsidRPr="00FF050C" w:rsidRDefault="00D7199C" w:rsidP="00D7199C">
      <w:pPr>
        <w:pStyle w:val="Akapitzlist"/>
        <w:spacing w:before="120" w:after="80" w:line="360" w:lineRule="auto"/>
        <w:ind w:left="284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FF050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………………………………………………………………………………………………………………………………………..……..……………………………………………………………………………………</w:t>
      </w:r>
      <w:r w:rsidR="00FF050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…………………………………………………………………….</w:t>
      </w:r>
    </w:p>
    <w:p w14:paraId="78A4FB28" w14:textId="16BB9D31" w:rsidR="00D7199C" w:rsidRPr="00FF050C" w:rsidRDefault="00FF050C" w:rsidP="00AB783E">
      <w:pPr>
        <w:pStyle w:val="Akapitzlist"/>
        <w:numPr>
          <w:ilvl w:val="0"/>
          <w:numId w:val="13"/>
        </w:numPr>
        <w:spacing w:before="120" w:after="8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Pozostali (inni niż wskazany wyżej</w:t>
      </w:r>
      <w:r w:rsidR="00D7199C" w:rsidRPr="00FF050C">
        <w:rPr>
          <w:rFonts w:asciiTheme="minorHAnsi" w:hAnsiTheme="minorHAnsi" w:cstheme="minorHAnsi"/>
          <w:bCs/>
          <w:sz w:val="22"/>
          <w:szCs w:val="22"/>
        </w:rPr>
        <w:t>) Wykonawcy wspólnie ubiegający się o udzielenie zamówienia:</w:t>
      </w:r>
    </w:p>
    <w:p w14:paraId="6C442BEF" w14:textId="54A3D79D" w:rsidR="00D7199C" w:rsidRPr="00FF050C" w:rsidRDefault="00D7199C" w:rsidP="00AB783E">
      <w:pPr>
        <w:pStyle w:val="Akapitzlist"/>
        <w:numPr>
          <w:ilvl w:val="0"/>
          <w:numId w:val="14"/>
        </w:numPr>
        <w:spacing w:before="120" w:after="80"/>
        <w:jc w:val="both"/>
        <w:rPr>
          <w:rFonts w:asciiTheme="minorHAnsi" w:hAnsiTheme="minorHAnsi" w:cstheme="minorHAnsi"/>
          <w:sz w:val="22"/>
          <w:szCs w:val="22"/>
        </w:rPr>
      </w:pPr>
      <w:r w:rsidRPr="00FF050C">
        <w:rPr>
          <w:rFonts w:asciiTheme="minorHAnsi" w:hAnsiTheme="minorHAnsi" w:cstheme="minorHAnsi"/>
          <w:bCs/>
          <w:sz w:val="22"/>
          <w:szCs w:val="22"/>
        </w:rPr>
        <w:t>Wykon</w:t>
      </w:r>
      <w:r w:rsidR="00FF050C">
        <w:rPr>
          <w:rFonts w:asciiTheme="minorHAnsi" w:hAnsiTheme="minorHAnsi" w:cstheme="minorHAnsi"/>
          <w:bCs/>
          <w:sz w:val="22"/>
          <w:szCs w:val="22"/>
        </w:rPr>
        <w:t>awca ……………………………………………………………………………………………………………………</w:t>
      </w:r>
    </w:p>
    <w:p w14:paraId="466794F0" w14:textId="0590E275" w:rsidR="00FF050C" w:rsidRDefault="00D7199C" w:rsidP="00AB783E">
      <w:pPr>
        <w:pStyle w:val="Akapitzlist"/>
        <w:spacing w:before="120" w:after="80"/>
        <w:ind w:left="644"/>
        <w:jc w:val="both"/>
        <w:rPr>
          <w:rFonts w:asciiTheme="minorHAnsi" w:hAnsiTheme="minorHAnsi" w:cstheme="minorHAnsi"/>
          <w:sz w:val="18"/>
          <w:szCs w:val="18"/>
        </w:rPr>
      </w:pPr>
      <w:r w:rsidRPr="00FF050C">
        <w:rPr>
          <w:rFonts w:asciiTheme="minorHAnsi" w:hAnsiTheme="minorHAnsi" w:cstheme="minorHAnsi"/>
          <w:sz w:val="18"/>
          <w:szCs w:val="18"/>
        </w:rPr>
        <w:t xml:space="preserve">                                    </w:t>
      </w:r>
      <w:r w:rsidR="00FF050C">
        <w:rPr>
          <w:rFonts w:asciiTheme="minorHAnsi" w:hAnsiTheme="minorHAnsi" w:cstheme="minorHAnsi"/>
          <w:sz w:val="18"/>
          <w:szCs w:val="18"/>
        </w:rPr>
        <w:t xml:space="preserve">                                 </w:t>
      </w:r>
      <w:r w:rsidRPr="00FF050C">
        <w:rPr>
          <w:rFonts w:asciiTheme="minorHAnsi" w:hAnsiTheme="minorHAnsi" w:cstheme="minorHAnsi"/>
          <w:sz w:val="18"/>
          <w:szCs w:val="18"/>
        </w:rPr>
        <w:t>(wskazanie firmy i adresu Wykonawcy)</w:t>
      </w:r>
    </w:p>
    <w:p w14:paraId="5852C52A" w14:textId="419ED652" w:rsidR="00D7199C" w:rsidRPr="00FF050C" w:rsidRDefault="00D7199C" w:rsidP="00AB783E">
      <w:pPr>
        <w:pStyle w:val="Akapitzlist"/>
        <w:spacing w:before="120" w:after="80"/>
        <w:ind w:left="644"/>
        <w:jc w:val="both"/>
        <w:rPr>
          <w:rFonts w:asciiTheme="minorHAnsi" w:hAnsiTheme="minorHAnsi" w:cstheme="minorHAnsi"/>
          <w:sz w:val="18"/>
          <w:szCs w:val="18"/>
        </w:rPr>
      </w:pPr>
      <w:r w:rsidRPr="00FF050C">
        <w:rPr>
          <w:rFonts w:asciiTheme="minorHAnsi" w:hAnsiTheme="minorHAnsi" w:cstheme="minorHAnsi"/>
          <w:sz w:val="22"/>
          <w:szCs w:val="22"/>
        </w:rPr>
        <w:br/>
      </w:r>
      <w:r w:rsidRPr="00FF050C">
        <w:rPr>
          <w:rFonts w:asciiTheme="minorHAnsi" w:hAnsiTheme="minorHAnsi" w:cstheme="minorHAnsi"/>
          <w:bCs/>
          <w:sz w:val="22"/>
          <w:szCs w:val="22"/>
        </w:rPr>
        <w:t>zrealizuje zamówienie w zakresie:</w:t>
      </w:r>
      <w:r w:rsidRPr="00FF050C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</w:t>
      </w:r>
      <w:r w:rsidR="00FF050C">
        <w:rPr>
          <w:rFonts w:asciiTheme="minorHAnsi" w:hAnsiTheme="minorHAnsi" w:cstheme="minorHAnsi"/>
          <w:sz w:val="22"/>
          <w:szCs w:val="22"/>
        </w:rPr>
        <w:t>…………………</w:t>
      </w:r>
    </w:p>
    <w:p w14:paraId="7A62D26B" w14:textId="77777777" w:rsidR="00D7199C" w:rsidRPr="00FF050C" w:rsidRDefault="00D7199C" w:rsidP="00AB783E">
      <w:pPr>
        <w:pStyle w:val="Akapitzlist"/>
        <w:spacing w:before="120" w:after="80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14:paraId="3C2F3DDF" w14:textId="26E8DA30" w:rsidR="00D7199C" w:rsidRPr="00FF050C" w:rsidRDefault="00D7199C" w:rsidP="00AB783E">
      <w:pPr>
        <w:pStyle w:val="Akapitzlist"/>
        <w:numPr>
          <w:ilvl w:val="0"/>
          <w:numId w:val="14"/>
        </w:numPr>
        <w:spacing w:before="120" w:after="80"/>
        <w:ind w:left="641" w:hanging="357"/>
        <w:jc w:val="both"/>
        <w:rPr>
          <w:rFonts w:asciiTheme="minorHAnsi" w:hAnsiTheme="minorHAnsi" w:cstheme="minorHAnsi"/>
          <w:sz w:val="22"/>
          <w:szCs w:val="22"/>
        </w:rPr>
      </w:pPr>
      <w:r w:rsidRPr="00FF050C">
        <w:rPr>
          <w:rFonts w:asciiTheme="minorHAnsi" w:hAnsiTheme="minorHAnsi" w:cstheme="minorHAnsi"/>
          <w:bCs/>
          <w:sz w:val="22"/>
          <w:szCs w:val="22"/>
        </w:rPr>
        <w:t>Wykonawca………………………………………………………</w:t>
      </w:r>
      <w:r w:rsidR="00FF050C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</w:t>
      </w:r>
      <w:r w:rsidRPr="00FF050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F050C">
        <w:rPr>
          <w:rFonts w:asciiTheme="minorHAnsi" w:hAnsiTheme="minorHAnsi" w:cstheme="minorHAnsi"/>
          <w:bCs/>
          <w:sz w:val="22"/>
          <w:szCs w:val="22"/>
        </w:rPr>
        <w:br/>
      </w:r>
      <w:r w:rsidRPr="00FF050C">
        <w:rPr>
          <w:rFonts w:asciiTheme="minorHAnsi" w:hAnsiTheme="minorHAnsi" w:cstheme="minorHAnsi"/>
          <w:sz w:val="18"/>
          <w:szCs w:val="18"/>
        </w:rPr>
        <w:t xml:space="preserve">                                 </w:t>
      </w:r>
      <w:r w:rsidR="00FF050C">
        <w:rPr>
          <w:rFonts w:asciiTheme="minorHAnsi" w:hAnsiTheme="minorHAnsi" w:cstheme="minorHAnsi"/>
          <w:sz w:val="18"/>
          <w:szCs w:val="18"/>
        </w:rPr>
        <w:t xml:space="preserve">                                   </w:t>
      </w:r>
      <w:r w:rsidRPr="00FF050C">
        <w:rPr>
          <w:rFonts w:asciiTheme="minorHAnsi" w:hAnsiTheme="minorHAnsi" w:cstheme="minorHAnsi"/>
          <w:sz w:val="18"/>
          <w:szCs w:val="18"/>
        </w:rPr>
        <w:t xml:space="preserve">   (wskazanie firmy i adresu Wykonawcy)</w:t>
      </w:r>
    </w:p>
    <w:p w14:paraId="7B65562C" w14:textId="77777777" w:rsidR="00D7199C" w:rsidRPr="00FF050C" w:rsidRDefault="00D7199C" w:rsidP="00AB783E">
      <w:pPr>
        <w:pStyle w:val="Akapitzlist"/>
        <w:spacing w:before="120" w:after="80"/>
        <w:ind w:left="641"/>
        <w:jc w:val="both"/>
        <w:rPr>
          <w:rFonts w:asciiTheme="minorHAnsi" w:hAnsiTheme="minorHAnsi" w:cstheme="minorHAnsi"/>
          <w:sz w:val="22"/>
          <w:szCs w:val="22"/>
        </w:rPr>
      </w:pPr>
    </w:p>
    <w:p w14:paraId="79A7BEBB" w14:textId="45095E12" w:rsidR="00D7199C" w:rsidRPr="00FF050C" w:rsidRDefault="00D7199C" w:rsidP="00AB783E">
      <w:pPr>
        <w:pStyle w:val="Akapitzlist"/>
        <w:spacing w:before="120" w:after="80"/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FF050C">
        <w:rPr>
          <w:rFonts w:asciiTheme="minorHAnsi" w:hAnsiTheme="minorHAnsi" w:cstheme="minorHAnsi"/>
          <w:sz w:val="22"/>
          <w:szCs w:val="22"/>
        </w:rPr>
        <w:t xml:space="preserve"> </w:t>
      </w:r>
      <w:r w:rsidRPr="00FF050C">
        <w:rPr>
          <w:rFonts w:asciiTheme="minorHAnsi" w:hAnsiTheme="minorHAnsi" w:cstheme="minorHAnsi"/>
          <w:bCs/>
          <w:sz w:val="22"/>
          <w:szCs w:val="22"/>
        </w:rPr>
        <w:t xml:space="preserve">zrealizuje zamówienie w zakresie: </w:t>
      </w:r>
      <w:r w:rsidRPr="00FF050C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  <w:r w:rsidR="00FF050C">
        <w:rPr>
          <w:rFonts w:asciiTheme="minorHAnsi" w:hAnsiTheme="minorHAnsi" w:cstheme="minorHAnsi"/>
          <w:sz w:val="22"/>
          <w:szCs w:val="22"/>
        </w:rPr>
        <w:t>…………………..</w:t>
      </w:r>
    </w:p>
    <w:p w14:paraId="12ECB734" w14:textId="77777777" w:rsidR="00FF050C" w:rsidRDefault="00FF050C" w:rsidP="00D7199C">
      <w:pPr>
        <w:pStyle w:val="Akapitzlist"/>
        <w:spacing w:before="120" w:after="80" w:line="360" w:lineRule="auto"/>
        <w:ind w:left="641"/>
        <w:jc w:val="both"/>
        <w:rPr>
          <w:rFonts w:ascii="Myriad Pro" w:hAnsi="Myriad Pro" w:cs="Arial"/>
          <w:sz w:val="20"/>
          <w:szCs w:val="18"/>
        </w:rPr>
      </w:pPr>
    </w:p>
    <w:p w14:paraId="368A1D45" w14:textId="77777777" w:rsidR="00FF050C" w:rsidRDefault="00FF050C" w:rsidP="00D7199C">
      <w:pPr>
        <w:pStyle w:val="Akapitzlist"/>
        <w:spacing w:before="120" w:after="80" w:line="360" w:lineRule="auto"/>
        <w:ind w:left="641"/>
        <w:jc w:val="both"/>
        <w:rPr>
          <w:rFonts w:ascii="Myriad Pro" w:hAnsi="Myriad Pro" w:cs="Arial"/>
          <w:sz w:val="20"/>
          <w:szCs w:val="18"/>
        </w:rPr>
      </w:pPr>
    </w:p>
    <w:p w14:paraId="5F2B8579" w14:textId="615FB966" w:rsidR="00AB783E" w:rsidRPr="00964B8D" w:rsidRDefault="00AB783E" w:rsidP="00AB783E">
      <w:pPr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Oświadczenie należy złożyć w postaci elektronicznej</w:t>
      </w:r>
      <w:r w:rsidRPr="00964B8D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 xml:space="preserve">i </w:t>
      </w:r>
      <w:r w:rsidRPr="00964B8D">
        <w:rPr>
          <w:rFonts w:asciiTheme="minorHAnsi" w:hAnsiTheme="minorHAnsi" w:cstheme="minorHAnsi"/>
          <w:b/>
          <w:sz w:val="22"/>
          <w:szCs w:val="22"/>
        </w:rPr>
        <w:t>opatrzyć kwalifikowanym podpisem elektronicznym lub podpisem zaufanym lub podpisem osobistym</w:t>
      </w:r>
      <w:r>
        <w:rPr>
          <w:rFonts w:asciiTheme="minorHAnsi" w:hAnsiTheme="minorHAnsi" w:cstheme="minorHAnsi"/>
          <w:b/>
          <w:sz w:val="22"/>
          <w:szCs w:val="22"/>
        </w:rPr>
        <w:t xml:space="preserve"> przez osobę umocowaną do działania w imieniu Wykonawców</w:t>
      </w:r>
      <w:r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5D52C078" w14:textId="23AC68D2" w:rsidR="00C85376" w:rsidRPr="008045EF" w:rsidRDefault="00C85376" w:rsidP="008045EF">
      <w:pPr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</w:p>
    <w:sectPr w:rsidR="00C85376" w:rsidRPr="008045EF" w:rsidSect="00AB783E">
      <w:headerReference w:type="default" r:id="rId8"/>
      <w:footerReference w:type="default" r:id="rId9"/>
      <w:pgSz w:w="11906" w:h="16838"/>
      <w:pgMar w:top="1417" w:right="1417" w:bottom="42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B947C5" w14:textId="77777777" w:rsidR="0070744C" w:rsidRDefault="0070744C">
      <w:r>
        <w:separator/>
      </w:r>
    </w:p>
  </w:endnote>
  <w:endnote w:type="continuationSeparator" w:id="0">
    <w:p w14:paraId="7D8599C3" w14:textId="77777777" w:rsidR="0070744C" w:rsidRDefault="00707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20B050303040309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13444" w14:textId="77777777" w:rsidR="000914A0" w:rsidRDefault="000914A0" w:rsidP="000914A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C64F7F" w14:textId="77777777" w:rsidR="0070744C" w:rsidRDefault="0070744C">
      <w:r>
        <w:separator/>
      </w:r>
    </w:p>
  </w:footnote>
  <w:footnote w:type="continuationSeparator" w:id="0">
    <w:p w14:paraId="75480013" w14:textId="77777777" w:rsidR="0070744C" w:rsidRDefault="00707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6D68C" w14:textId="5712F6DF" w:rsidR="0099651C" w:rsidRPr="0099651C" w:rsidRDefault="00561DBC" w:rsidP="00561DBC">
    <w:pPr>
      <w:pStyle w:val="Nagwek"/>
      <w:tabs>
        <w:tab w:val="clear" w:pos="4536"/>
        <w:tab w:val="clear" w:pos="9072"/>
        <w:tab w:val="left" w:pos="7088"/>
      </w:tabs>
      <w:rPr>
        <w:rFonts w:ascii="Calibri" w:hAnsi="Calibri"/>
        <w:i/>
        <w:sz w:val="18"/>
        <w:szCs w:val="18"/>
      </w:rPr>
    </w:pPr>
    <w:r w:rsidRPr="006134F7">
      <w:rPr>
        <w:rFonts w:ascii="Calibri" w:hAnsi="Calibri"/>
        <w:b/>
        <w:sz w:val="16"/>
        <w:szCs w:val="16"/>
      </w:rPr>
      <w:tab/>
    </w:r>
    <w:r w:rsidR="007F1B4C">
      <w:rPr>
        <w:rFonts w:ascii="Calibri" w:hAnsi="Calibri"/>
        <w:i/>
        <w:sz w:val="18"/>
        <w:szCs w:val="18"/>
      </w:rPr>
      <w:t>OG.261.18</w:t>
    </w:r>
    <w:r w:rsidR="00E07A53">
      <w:rPr>
        <w:rFonts w:ascii="Calibri" w:hAnsi="Calibri"/>
        <w:i/>
        <w:sz w:val="18"/>
        <w:szCs w:val="18"/>
      </w:rPr>
      <w:t>.2025</w:t>
    </w:r>
  </w:p>
  <w:p w14:paraId="5CB27B27" w14:textId="589CB6E5" w:rsidR="00561DBC" w:rsidRPr="0099651C" w:rsidRDefault="0099651C" w:rsidP="00561DBC">
    <w:pPr>
      <w:pStyle w:val="Nagwek"/>
      <w:tabs>
        <w:tab w:val="clear" w:pos="4536"/>
        <w:tab w:val="clear" w:pos="9072"/>
        <w:tab w:val="left" w:pos="7088"/>
      </w:tabs>
      <w:rPr>
        <w:i/>
        <w:sz w:val="18"/>
        <w:szCs w:val="18"/>
      </w:rPr>
    </w:pPr>
    <w:r w:rsidRPr="0099651C">
      <w:rPr>
        <w:rFonts w:ascii="Calibri" w:hAnsi="Calibri"/>
        <w:i/>
        <w:sz w:val="18"/>
        <w:szCs w:val="18"/>
      </w:rPr>
      <w:tab/>
    </w:r>
    <w:r w:rsidR="00561DBC" w:rsidRPr="0099651C">
      <w:rPr>
        <w:rFonts w:ascii="Calibri" w:hAnsi="Calibri"/>
        <w:i/>
        <w:sz w:val="18"/>
        <w:szCs w:val="18"/>
      </w:rPr>
      <w:t xml:space="preserve">Załącznik nr </w:t>
    </w:r>
    <w:r w:rsidR="002919B0">
      <w:rPr>
        <w:rFonts w:ascii="Calibri" w:hAnsi="Calibri"/>
        <w:i/>
        <w:sz w:val="18"/>
        <w:szCs w:val="18"/>
      </w:rPr>
      <w:t>7</w:t>
    </w:r>
    <w:r w:rsidR="00561DBC" w:rsidRPr="0099651C">
      <w:rPr>
        <w:rFonts w:ascii="Calibri" w:hAnsi="Calibri"/>
        <w:i/>
        <w:sz w:val="18"/>
        <w:szCs w:val="18"/>
      </w:rPr>
      <w:t xml:space="preserve"> do SWZ </w:t>
    </w:r>
  </w:p>
  <w:p w14:paraId="35D3777A" w14:textId="255FB6FB" w:rsidR="00F56B2C" w:rsidRPr="008C3432" w:rsidRDefault="00F56B2C" w:rsidP="00F56B2C">
    <w:pPr>
      <w:jc w:val="both"/>
      <w:rPr>
        <w:rFonts w:asciiTheme="minorHAnsi" w:hAnsiTheme="minorHAnsi" w:cstheme="minorHAnsi"/>
        <w:color w:val="0070C0"/>
        <w:sz w:val="20"/>
        <w:szCs w:val="20"/>
      </w:rPr>
    </w:pPr>
  </w:p>
  <w:p w14:paraId="1AE4F834" w14:textId="77777777" w:rsidR="00F56B2C" w:rsidRDefault="00F56B2C" w:rsidP="00F56B2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80DFA"/>
    <w:multiLevelType w:val="hybridMultilevel"/>
    <w:tmpl w:val="9FC0F020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A69FF"/>
    <w:multiLevelType w:val="hybridMultilevel"/>
    <w:tmpl w:val="4C42F870"/>
    <w:lvl w:ilvl="0" w:tplc="5B426E2C">
      <w:start w:val="1"/>
      <w:numFmt w:val="bullet"/>
      <w:lvlText w:val=""/>
      <w:lvlJc w:val="left"/>
      <w:pPr>
        <w:tabs>
          <w:tab w:val="num" w:pos="2314"/>
        </w:tabs>
        <w:ind w:left="2314" w:hanging="67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3" w15:restartNumberingAfterBreak="0">
    <w:nsid w:val="0DEB1C72"/>
    <w:multiLevelType w:val="hybridMultilevel"/>
    <w:tmpl w:val="76E24900"/>
    <w:lvl w:ilvl="0" w:tplc="46B065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82F6DD3"/>
    <w:multiLevelType w:val="hybridMultilevel"/>
    <w:tmpl w:val="4B58060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7" w15:restartNumberingAfterBreak="0">
    <w:nsid w:val="289D5C24"/>
    <w:multiLevelType w:val="hybridMultilevel"/>
    <w:tmpl w:val="2D1CD788"/>
    <w:lvl w:ilvl="0" w:tplc="438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FC0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10806EA"/>
    <w:multiLevelType w:val="hybridMultilevel"/>
    <w:tmpl w:val="F716911C"/>
    <w:lvl w:ilvl="0" w:tplc="20EA2246">
      <w:start w:val="1"/>
      <w:numFmt w:val="bullet"/>
      <w:lvlText w:val="­"/>
      <w:lvlJc w:val="left"/>
      <w:pPr>
        <w:tabs>
          <w:tab w:val="num" w:pos="1379"/>
        </w:tabs>
        <w:ind w:left="1379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D81CC8"/>
    <w:multiLevelType w:val="hybridMultilevel"/>
    <w:tmpl w:val="7BD89236"/>
    <w:lvl w:ilvl="0" w:tplc="89C83654">
      <w:start w:val="1"/>
      <w:numFmt w:val="decimal"/>
      <w:lvlText w:val="%1)"/>
      <w:lvlJc w:val="left"/>
      <w:pPr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C49330F"/>
    <w:multiLevelType w:val="hybridMultilevel"/>
    <w:tmpl w:val="11C4F198"/>
    <w:lvl w:ilvl="0" w:tplc="D8282E0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4151C3"/>
    <w:multiLevelType w:val="hybridMultilevel"/>
    <w:tmpl w:val="DCC4D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85FD9"/>
    <w:multiLevelType w:val="hybridMultilevel"/>
    <w:tmpl w:val="86AE2DD8"/>
    <w:lvl w:ilvl="0" w:tplc="C2B2BE72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0DA22B4"/>
    <w:multiLevelType w:val="hybridMultilevel"/>
    <w:tmpl w:val="14429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7"/>
  </w:num>
  <w:num w:numId="4">
    <w:abstractNumId w:val="12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3"/>
  </w:num>
  <w:num w:numId="10">
    <w:abstractNumId w:val="0"/>
  </w:num>
  <w:num w:numId="11">
    <w:abstractNumId w:val="10"/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601"/>
    <w:rsid w:val="00000CD8"/>
    <w:rsid w:val="00003BB9"/>
    <w:rsid w:val="00012F17"/>
    <w:rsid w:val="000152ED"/>
    <w:rsid w:val="00017291"/>
    <w:rsid w:val="0003268B"/>
    <w:rsid w:val="000344D7"/>
    <w:rsid w:val="00035142"/>
    <w:rsid w:val="00035C21"/>
    <w:rsid w:val="00052EC9"/>
    <w:rsid w:val="00063FAA"/>
    <w:rsid w:val="00065FA8"/>
    <w:rsid w:val="00075100"/>
    <w:rsid w:val="000914A0"/>
    <w:rsid w:val="000C1013"/>
    <w:rsid w:val="000C4C4D"/>
    <w:rsid w:val="000C5E8B"/>
    <w:rsid w:val="000E39CF"/>
    <w:rsid w:val="000F4233"/>
    <w:rsid w:val="000F6CB3"/>
    <w:rsid w:val="0010791F"/>
    <w:rsid w:val="0012218D"/>
    <w:rsid w:val="00132978"/>
    <w:rsid w:val="0014069C"/>
    <w:rsid w:val="00150EEA"/>
    <w:rsid w:val="001758FF"/>
    <w:rsid w:val="001967EE"/>
    <w:rsid w:val="001A0136"/>
    <w:rsid w:val="001A4492"/>
    <w:rsid w:val="001A4528"/>
    <w:rsid w:val="001B74C8"/>
    <w:rsid w:val="001C2891"/>
    <w:rsid w:val="001C5329"/>
    <w:rsid w:val="001E3A73"/>
    <w:rsid w:val="001F60FA"/>
    <w:rsid w:val="001F733D"/>
    <w:rsid w:val="00201E81"/>
    <w:rsid w:val="00222378"/>
    <w:rsid w:val="00222575"/>
    <w:rsid w:val="0022398F"/>
    <w:rsid w:val="00236F7D"/>
    <w:rsid w:val="002522F0"/>
    <w:rsid w:val="00252F57"/>
    <w:rsid w:val="0025309F"/>
    <w:rsid w:val="00256385"/>
    <w:rsid w:val="002713EB"/>
    <w:rsid w:val="00290601"/>
    <w:rsid w:val="002919B0"/>
    <w:rsid w:val="00292CFA"/>
    <w:rsid w:val="00296110"/>
    <w:rsid w:val="002A633D"/>
    <w:rsid w:val="002B199E"/>
    <w:rsid w:val="002B1FA8"/>
    <w:rsid w:val="002B49A6"/>
    <w:rsid w:val="002E5DA2"/>
    <w:rsid w:val="002F416E"/>
    <w:rsid w:val="002F5B41"/>
    <w:rsid w:val="00305A96"/>
    <w:rsid w:val="00323CC5"/>
    <w:rsid w:val="003257F1"/>
    <w:rsid w:val="00333742"/>
    <w:rsid w:val="00353C4D"/>
    <w:rsid w:val="00360197"/>
    <w:rsid w:val="00362988"/>
    <w:rsid w:val="003638BF"/>
    <w:rsid w:val="0037559D"/>
    <w:rsid w:val="003939AC"/>
    <w:rsid w:val="00397BBA"/>
    <w:rsid w:val="003A224A"/>
    <w:rsid w:val="003A4F4E"/>
    <w:rsid w:val="003A5E3B"/>
    <w:rsid w:val="003B53C0"/>
    <w:rsid w:val="003B70A3"/>
    <w:rsid w:val="00427ABB"/>
    <w:rsid w:val="00432320"/>
    <w:rsid w:val="00442745"/>
    <w:rsid w:val="00446424"/>
    <w:rsid w:val="004657D9"/>
    <w:rsid w:val="004820A0"/>
    <w:rsid w:val="0049041B"/>
    <w:rsid w:val="00494080"/>
    <w:rsid w:val="00494AF3"/>
    <w:rsid w:val="004B65FE"/>
    <w:rsid w:val="004F4AA1"/>
    <w:rsid w:val="004F65AF"/>
    <w:rsid w:val="0051314B"/>
    <w:rsid w:val="005265FE"/>
    <w:rsid w:val="00532B23"/>
    <w:rsid w:val="00555D11"/>
    <w:rsid w:val="00556C19"/>
    <w:rsid w:val="00561DBC"/>
    <w:rsid w:val="005654E3"/>
    <w:rsid w:val="005701A8"/>
    <w:rsid w:val="005709D5"/>
    <w:rsid w:val="00571F95"/>
    <w:rsid w:val="00573BE9"/>
    <w:rsid w:val="00584588"/>
    <w:rsid w:val="0058461F"/>
    <w:rsid w:val="005C1110"/>
    <w:rsid w:val="005C2F96"/>
    <w:rsid w:val="005D3DE4"/>
    <w:rsid w:val="005E102B"/>
    <w:rsid w:val="00605AEA"/>
    <w:rsid w:val="00610194"/>
    <w:rsid w:val="00611FB3"/>
    <w:rsid w:val="006429C1"/>
    <w:rsid w:val="0066156D"/>
    <w:rsid w:val="006742C8"/>
    <w:rsid w:val="0069392F"/>
    <w:rsid w:val="00695A33"/>
    <w:rsid w:val="00696D06"/>
    <w:rsid w:val="006C775C"/>
    <w:rsid w:val="006D4144"/>
    <w:rsid w:val="006D5E28"/>
    <w:rsid w:val="006E617D"/>
    <w:rsid w:val="006F13AD"/>
    <w:rsid w:val="006F4F07"/>
    <w:rsid w:val="006F6B48"/>
    <w:rsid w:val="0070744C"/>
    <w:rsid w:val="007126BB"/>
    <w:rsid w:val="00725077"/>
    <w:rsid w:val="0074399B"/>
    <w:rsid w:val="00743FCF"/>
    <w:rsid w:val="00746607"/>
    <w:rsid w:val="00753227"/>
    <w:rsid w:val="00767929"/>
    <w:rsid w:val="00771C2F"/>
    <w:rsid w:val="00776AB2"/>
    <w:rsid w:val="00781BBC"/>
    <w:rsid w:val="0078448B"/>
    <w:rsid w:val="00791112"/>
    <w:rsid w:val="0079529C"/>
    <w:rsid w:val="007B7369"/>
    <w:rsid w:val="007C1128"/>
    <w:rsid w:val="007C3743"/>
    <w:rsid w:val="007D7B3C"/>
    <w:rsid w:val="007F1B4C"/>
    <w:rsid w:val="007F3BF2"/>
    <w:rsid w:val="008041A3"/>
    <w:rsid w:val="008045EF"/>
    <w:rsid w:val="00814F50"/>
    <w:rsid w:val="00816CE6"/>
    <w:rsid w:val="008229F1"/>
    <w:rsid w:val="00824221"/>
    <w:rsid w:val="00826C36"/>
    <w:rsid w:val="00836069"/>
    <w:rsid w:val="00845F18"/>
    <w:rsid w:val="008527D7"/>
    <w:rsid w:val="00853169"/>
    <w:rsid w:val="0085370E"/>
    <w:rsid w:val="00854EE0"/>
    <w:rsid w:val="00855EA0"/>
    <w:rsid w:val="00863D4F"/>
    <w:rsid w:val="008707A9"/>
    <w:rsid w:val="008A0A03"/>
    <w:rsid w:val="008B3E61"/>
    <w:rsid w:val="008B4871"/>
    <w:rsid w:val="008B6440"/>
    <w:rsid w:val="008C2074"/>
    <w:rsid w:val="008C3432"/>
    <w:rsid w:val="008D33F5"/>
    <w:rsid w:val="008E7586"/>
    <w:rsid w:val="008F196C"/>
    <w:rsid w:val="008F7CCB"/>
    <w:rsid w:val="00900B06"/>
    <w:rsid w:val="00910419"/>
    <w:rsid w:val="009151A8"/>
    <w:rsid w:val="00916188"/>
    <w:rsid w:val="009256D9"/>
    <w:rsid w:val="00935EEB"/>
    <w:rsid w:val="00945D6A"/>
    <w:rsid w:val="00972551"/>
    <w:rsid w:val="0097351A"/>
    <w:rsid w:val="0097486D"/>
    <w:rsid w:val="0099651C"/>
    <w:rsid w:val="009A417F"/>
    <w:rsid w:val="009A7594"/>
    <w:rsid w:val="009B2EFA"/>
    <w:rsid w:val="009B4E99"/>
    <w:rsid w:val="009C064B"/>
    <w:rsid w:val="009D2F7B"/>
    <w:rsid w:val="009E5075"/>
    <w:rsid w:val="009F4794"/>
    <w:rsid w:val="00A12C76"/>
    <w:rsid w:val="00A2010B"/>
    <w:rsid w:val="00A52C9F"/>
    <w:rsid w:val="00A610A0"/>
    <w:rsid w:val="00A618A2"/>
    <w:rsid w:val="00A63F24"/>
    <w:rsid w:val="00A819B2"/>
    <w:rsid w:val="00A876FE"/>
    <w:rsid w:val="00A94AE7"/>
    <w:rsid w:val="00A94E43"/>
    <w:rsid w:val="00A95738"/>
    <w:rsid w:val="00AB783E"/>
    <w:rsid w:val="00AE44C6"/>
    <w:rsid w:val="00AF11EC"/>
    <w:rsid w:val="00B011B9"/>
    <w:rsid w:val="00B04977"/>
    <w:rsid w:val="00B235DE"/>
    <w:rsid w:val="00B36B1A"/>
    <w:rsid w:val="00B43AF5"/>
    <w:rsid w:val="00B44B40"/>
    <w:rsid w:val="00B556EE"/>
    <w:rsid w:val="00B61CA0"/>
    <w:rsid w:val="00B650ED"/>
    <w:rsid w:val="00B66D25"/>
    <w:rsid w:val="00B66DAE"/>
    <w:rsid w:val="00B7062F"/>
    <w:rsid w:val="00B75588"/>
    <w:rsid w:val="00B93FA8"/>
    <w:rsid w:val="00BF36C2"/>
    <w:rsid w:val="00C01BE9"/>
    <w:rsid w:val="00C2211F"/>
    <w:rsid w:val="00C31439"/>
    <w:rsid w:val="00C33675"/>
    <w:rsid w:val="00C3785E"/>
    <w:rsid w:val="00C50C54"/>
    <w:rsid w:val="00C512E0"/>
    <w:rsid w:val="00C56156"/>
    <w:rsid w:val="00C61CA3"/>
    <w:rsid w:val="00C64A01"/>
    <w:rsid w:val="00C8170F"/>
    <w:rsid w:val="00C85376"/>
    <w:rsid w:val="00C91F18"/>
    <w:rsid w:val="00CA12FD"/>
    <w:rsid w:val="00CA226C"/>
    <w:rsid w:val="00CA66A8"/>
    <w:rsid w:val="00CC3222"/>
    <w:rsid w:val="00CC62BA"/>
    <w:rsid w:val="00CD3DCA"/>
    <w:rsid w:val="00CF2978"/>
    <w:rsid w:val="00CF3FE7"/>
    <w:rsid w:val="00D076ED"/>
    <w:rsid w:val="00D23C8B"/>
    <w:rsid w:val="00D465A4"/>
    <w:rsid w:val="00D55C40"/>
    <w:rsid w:val="00D5619C"/>
    <w:rsid w:val="00D57556"/>
    <w:rsid w:val="00D605AC"/>
    <w:rsid w:val="00D64111"/>
    <w:rsid w:val="00D7199C"/>
    <w:rsid w:val="00D76B07"/>
    <w:rsid w:val="00D801C4"/>
    <w:rsid w:val="00D81AAE"/>
    <w:rsid w:val="00D93FBA"/>
    <w:rsid w:val="00D9497D"/>
    <w:rsid w:val="00DA7539"/>
    <w:rsid w:val="00DD4FE6"/>
    <w:rsid w:val="00DD5390"/>
    <w:rsid w:val="00DE0809"/>
    <w:rsid w:val="00DE678D"/>
    <w:rsid w:val="00E07A53"/>
    <w:rsid w:val="00E12135"/>
    <w:rsid w:val="00E329AE"/>
    <w:rsid w:val="00E3324E"/>
    <w:rsid w:val="00E34692"/>
    <w:rsid w:val="00E34C5C"/>
    <w:rsid w:val="00E36477"/>
    <w:rsid w:val="00E6303A"/>
    <w:rsid w:val="00E632EE"/>
    <w:rsid w:val="00E71740"/>
    <w:rsid w:val="00E72E08"/>
    <w:rsid w:val="00E74F02"/>
    <w:rsid w:val="00E93E16"/>
    <w:rsid w:val="00EA0732"/>
    <w:rsid w:val="00EA0CE6"/>
    <w:rsid w:val="00EA1FD1"/>
    <w:rsid w:val="00EC7812"/>
    <w:rsid w:val="00ED2C6B"/>
    <w:rsid w:val="00EF7C7D"/>
    <w:rsid w:val="00F1486A"/>
    <w:rsid w:val="00F14C5A"/>
    <w:rsid w:val="00F32D57"/>
    <w:rsid w:val="00F35AF4"/>
    <w:rsid w:val="00F55B34"/>
    <w:rsid w:val="00F56B2C"/>
    <w:rsid w:val="00F61B5A"/>
    <w:rsid w:val="00F627B4"/>
    <w:rsid w:val="00F647EF"/>
    <w:rsid w:val="00F64C47"/>
    <w:rsid w:val="00F72B40"/>
    <w:rsid w:val="00F804F5"/>
    <w:rsid w:val="00F81BAA"/>
    <w:rsid w:val="00F82C74"/>
    <w:rsid w:val="00F85670"/>
    <w:rsid w:val="00FA4AF9"/>
    <w:rsid w:val="00FC3A7C"/>
    <w:rsid w:val="00FC429F"/>
    <w:rsid w:val="00FD1766"/>
    <w:rsid w:val="00FE1C0B"/>
    <w:rsid w:val="00FF050C"/>
    <w:rsid w:val="00FF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3F340E"/>
  <w15:docId w15:val="{B9A0B060-7E32-4C70-A346-386375BFE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791F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2F96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0791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pkt">
    <w:name w:val="pkt"/>
    <w:basedOn w:val="Normalny"/>
    <w:uiPriority w:val="99"/>
    <w:rsid w:val="00972551"/>
    <w:pPr>
      <w:spacing w:before="60" w:after="60"/>
      <w:ind w:left="851" w:hanging="295"/>
      <w:jc w:val="both"/>
    </w:pPr>
  </w:style>
  <w:style w:type="paragraph" w:customStyle="1" w:styleId="tyt">
    <w:name w:val="tyt"/>
    <w:basedOn w:val="Normalny"/>
    <w:uiPriority w:val="99"/>
    <w:rsid w:val="00972551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972551"/>
    <w:pPr>
      <w:spacing w:before="60" w:after="60" w:line="240" w:lineRule="auto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972551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72551"/>
    <w:pPr>
      <w:overflowPunct w:val="0"/>
      <w:autoSpaceDE w:val="0"/>
      <w:autoSpaceDN w:val="0"/>
      <w:adjustRightInd w:val="0"/>
      <w:ind w:firstLine="708"/>
      <w:textAlignment w:val="baseline"/>
    </w:pPr>
    <w:rPr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0791F"/>
    <w:rPr>
      <w:rFonts w:cs="Times New Roman"/>
      <w:sz w:val="24"/>
      <w:szCs w:val="24"/>
    </w:rPr>
  </w:style>
  <w:style w:type="paragraph" w:styleId="Lista2">
    <w:name w:val="List 2"/>
    <w:basedOn w:val="Normalny"/>
    <w:uiPriority w:val="99"/>
    <w:rsid w:val="006D414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D4144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0791F"/>
    <w:rPr>
      <w:rFonts w:cs="Times New Roman"/>
      <w:sz w:val="16"/>
      <w:szCs w:val="16"/>
    </w:rPr>
  </w:style>
  <w:style w:type="paragraph" w:customStyle="1" w:styleId="Lista21">
    <w:name w:val="Lista 21"/>
    <w:basedOn w:val="Normalny"/>
    <w:uiPriority w:val="99"/>
    <w:rsid w:val="006D4144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804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10791F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0791F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D55C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0914A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6188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188"/>
    <w:rPr>
      <w:sz w:val="18"/>
      <w:szCs w:val="18"/>
    </w:rPr>
  </w:style>
  <w:style w:type="paragraph" w:styleId="Akapitzlist">
    <w:name w:val="List Paragraph"/>
    <w:aliases w:val="L1,Numerowanie,Akapit z listą siwz,Wypunktowanie,sw tekst,Akapit z listą5,CP-UC,CP-Punkty,Bullet List,List - bullets,Equipment,Bullet 1,List Paragraph Char Char,b1,Figure_name,Numbered Indented Text,lp1,List Paragraph11,Ref,2 heading,Dot "/>
    <w:basedOn w:val="Normalny"/>
    <w:link w:val="AkapitzlistZnak"/>
    <w:uiPriority w:val="34"/>
    <w:qFormat/>
    <w:rsid w:val="008C343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36F7D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semiHidden/>
    <w:unhideWhenUsed/>
    <w:rsid w:val="00236F7D"/>
    <w:rPr>
      <w:rFonts w:ascii="Times New Roman" w:hAnsi="Times New Roman" w:cs="Times New Roman" w:hint="default"/>
      <w:vertAlign w:val="superscript"/>
    </w:rPr>
  </w:style>
  <w:style w:type="character" w:customStyle="1" w:styleId="AkapitzlistZnak">
    <w:name w:val="Akapit z listą Znak"/>
    <w:aliases w:val="L1 Znak,Numerowanie Znak,Akapit z listą siwz Znak,Wypunktowanie Znak,sw tekst Znak,Akapit z listą5 Znak,CP-UC Znak,CP-Punkty Znak,Bullet List Znak,List - bullets Znak,Equipment Znak,Bullet 1 Znak,List Paragraph Char Char Znak,b1 Znak"/>
    <w:link w:val="Akapitzlist"/>
    <w:uiPriority w:val="34"/>
    <w:qFormat/>
    <w:locked/>
    <w:rsid w:val="00D719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amowienia%20publiczne\ZP\ZP%20TRYBY%20Postepowania\siwz\siwz_z_oswiadczenie-26-2d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835BA-F639-43B9-9B03-A0F6B74DA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siwz_z_oswiadczenie-26-2d_.dotx</Template>
  <TotalTime>28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IBD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Jrawa</dc:creator>
  <cp:lastModifiedBy>Kujawa Marta</cp:lastModifiedBy>
  <cp:revision>27</cp:revision>
  <cp:lastPrinted>2021-01-26T09:31:00Z</cp:lastPrinted>
  <dcterms:created xsi:type="dcterms:W3CDTF">2022-07-29T10:02:00Z</dcterms:created>
  <dcterms:modified xsi:type="dcterms:W3CDTF">2025-11-27T08:22:00Z</dcterms:modified>
</cp:coreProperties>
</file>